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D686D" w14:textId="77777777" w:rsidR="00107D4D" w:rsidRPr="00641A32" w:rsidRDefault="00107D4D" w:rsidP="00641A32">
      <w:pPr>
        <w:rPr>
          <w:rFonts w:asciiTheme="minorHAnsi" w:hAnsiTheme="minorHAnsi" w:cstheme="minorHAnsi"/>
          <w:sz w:val="22"/>
          <w:lang w:val="ro-RO"/>
        </w:rPr>
      </w:pPr>
    </w:p>
    <w:p w14:paraId="75FE322E" w14:textId="77777777" w:rsidR="00E96F4F" w:rsidRPr="00641A32" w:rsidRDefault="00E96F4F" w:rsidP="00736883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5103C823" w14:textId="4957C6F0" w:rsidR="00E96F4F" w:rsidRDefault="00E96F4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5332CFFE" w14:textId="77777777" w:rsidR="00736883" w:rsidRDefault="00736883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4777D069" w14:textId="77777777" w:rsidR="00F9606F" w:rsidRPr="00641A32" w:rsidRDefault="00F9606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11CB6F16" w14:textId="2B3C91E8" w:rsidR="001C0DF1" w:rsidRDefault="00CB6713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NOTIFICARE </w:t>
      </w:r>
    </w:p>
    <w:p w14:paraId="7E024CC7" w14:textId="022C8D2F" w:rsidR="003A381A" w:rsidRDefault="001C0DF1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privind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bookmarkStart w:id="0" w:name="_Hlk49274049"/>
      <w:proofErr w:type="spellStart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rezultat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ul</w:t>
      </w:r>
      <w:proofErr w:type="spellEnd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proofErr w:type="spellStart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etapei</w:t>
      </w:r>
      <w:proofErr w:type="spellEnd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de </w:t>
      </w:r>
      <w:proofErr w:type="spellStart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verificare</w:t>
      </w:r>
      <w:proofErr w:type="spellEnd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Conformit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Administrative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și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Eligibilit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(CAE)</w:t>
      </w:r>
      <w:bookmarkEnd w:id="0"/>
    </w:p>
    <w:p w14:paraId="6EFB1B57" w14:textId="77777777" w:rsidR="00B86109" w:rsidRDefault="00B86109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5D964580" w14:textId="6E2DD2C1" w:rsidR="003A381A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B86109" w:rsidRPr="003A381A" w14:paraId="00032D98" w14:textId="77777777" w:rsidTr="00B86109">
        <w:tc>
          <w:tcPr>
            <w:tcW w:w="485" w:type="dxa"/>
            <w:tcBorders>
              <w:bottom w:val="single" w:sz="4" w:space="0" w:color="auto"/>
            </w:tcBorders>
          </w:tcPr>
          <w:p w14:paraId="68F53489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7B97E46" wp14:editId="222E432F">
                  <wp:extent cx="112395" cy="112395"/>
                  <wp:effectExtent l="0" t="0" r="1905" b="1905"/>
                  <wp:docPr id="6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21ED61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2ABBD37F" w14:textId="4DB647F8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02AD6BE8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521162AB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D03EEF" w14:paraId="0D3B9A3C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F8C0D1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3D4305F" wp14:editId="5E50A598">
                  <wp:extent cx="112395" cy="112395"/>
                  <wp:effectExtent l="0" t="0" r="1905" b="1905"/>
                  <wp:docPr id="7" name="Picture 7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2609C5E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3B15D31F" w14:textId="64F3CD5B" w:rsidR="003A381A" w:rsidRPr="003A381A" w:rsidRDefault="003A381A" w:rsidP="00010BF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F5110E5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740209B7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B86109" w14:paraId="34192F33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7674D6" w14:textId="77777777" w:rsidR="00B86109" w:rsidRPr="00532313" w:rsidRDefault="00B86109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53494BD" wp14:editId="0D3AEF01">
                  <wp:extent cx="112395" cy="112395"/>
                  <wp:effectExtent l="0" t="0" r="1905" b="1905"/>
                  <wp:docPr id="10" name="Picture 10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F6CEC24" w14:textId="1BC1AA0C" w:rsidR="00B86109" w:rsidRPr="00532313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50082394" w14:textId="781A1B35" w:rsidR="00B86109" w:rsidRPr="00B86109" w:rsidRDefault="00B86109" w:rsidP="00010BF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6349C19A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1F950CCF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B86109" w:rsidRPr="00532313" w14:paraId="3DA491B2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298A0E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EDA670" wp14:editId="7616F7F1">
                  <wp:extent cx="112395" cy="112395"/>
                  <wp:effectExtent l="0" t="0" r="1905" b="1905"/>
                  <wp:docPr id="8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4608A3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A430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DF158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304AB8E9" w14:textId="1A308094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54174A51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6D76255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A32CFE9" wp14:editId="3A5F051F">
                  <wp:extent cx="112395" cy="112395"/>
                  <wp:effectExtent l="0" t="0" r="1905" b="1905"/>
                  <wp:docPr id="20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688365F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3EC0CE7" w14:textId="22763A62" w:rsidR="003A381A" w:rsidRPr="003A381A" w:rsidRDefault="003A381A" w:rsidP="00010BF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verificare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>CAE</w:t>
            </w:r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B7AEA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B4AB2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B86109" w:rsidRPr="00532313" w14:paraId="7E244B81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C8ADA0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5DACE6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62E18E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317EC9B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80E0D62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377DFF57" w14:textId="77777777" w:rsidTr="00B86109">
        <w:tc>
          <w:tcPr>
            <w:tcW w:w="1970" w:type="dxa"/>
            <w:gridSpan w:val="3"/>
          </w:tcPr>
          <w:p w14:paraId="51718B13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0BF13172" w14:textId="77777777" w:rsidR="003A381A" w:rsidRPr="00532313" w:rsidRDefault="003A381A" w:rsidP="00CB6713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3F02983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6196397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5B28638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3D9D2800" w14:textId="0F52265C" w:rsidR="00107D4D" w:rsidRPr="00641A32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51146AD4" w14:textId="3952E01A" w:rsidR="00107D4D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3B6C1E29" w14:textId="3DCDE722" w:rsidR="00EF0317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1F28CDD5" w14:textId="77777777" w:rsidR="00EF0317" w:rsidRPr="00641A32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28958F3F" w14:textId="77777777" w:rsidR="00107D4D" w:rsidRPr="00641A32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0CA53869" w14:textId="5BD026B5" w:rsidR="00107D4D" w:rsidRDefault="00E96F4F" w:rsidP="00641A32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</w:t>
      </w:r>
      <w:r w:rsidR="00107D4D" w:rsidRPr="00641A32">
        <w:rPr>
          <w:rFonts w:asciiTheme="minorHAnsi" w:hAnsiTheme="minorHAnsi" w:cstheme="minorHAnsi"/>
          <w:b/>
          <w:bCs/>
          <w:lang w:val="ro-RO"/>
        </w:rPr>
        <w:t>,</w:t>
      </w:r>
    </w:p>
    <w:p w14:paraId="5B69CBA4" w14:textId="3AC0FD2E" w:rsidR="00CB6713" w:rsidRDefault="006A5414" w:rsidP="00641A32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2D6DDF16" w14:textId="77777777" w:rsidR="00B86109" w:rsidRPr="00641A32" w:rsidRDefault="00B86109" w:rsidP="00641A32">
      <w:pPr>
        <w:rPr>
          <w:rFonts w:asciiTheme="minorHAnsi" w:hAnsiTheme="minorHAnsi" w:cstheme="minorHAnsi"/>
          <w:b/>
          <w:bCs/>
          <w:lang w:val="ro-RO"/>
        </w:rPr>
      </w:pPr>
    </w:p>
    <w:p w14:paraId="3971C36D" w14:textId="7D4685AB" w:rsidR="00107D4D" w:rsidRDefault="00107D4D" w:rsidP="00641A32">
      <w:pPr>
        <w:jc w:val="both"/>
        <w:rPr>
          <w:rFonts w:asciiTheme="minorHAnsi" w:hAnsiTheme="minorHAnsi" w:cstheme="minorHAnsi"/>
          <w:lang w:val="ro-RO"/>
        </w:rPr>
      </w:pPr>
    </w:p>
    <w:p w14:paraId="0FB54CE0" w14:textId="77777777" w:rsidR="00EF0317" w:rsidRPr="00641A32" w:rsidRDefault="00EF0317" w:rsidP="00641A32">
      <w:pPr>
        <w:jc w:val="both"/>
        <w:rPr>
          <w:rFonts w:asciiTheme="minorHAnsi" w:hAnsiTheme="minorHAnsi" w:cstheme="minorHAnsi"/>
          <w:lang w:val="ro-RO"/>
        </w:rPr>
      </w:pPr>
    </w:p>
    <w:p w14:paraId="5C62F7AD" w14:textId="6454FBAE" w:rsidR="00107D4D" w:rsidRPr="00641A32" w:rsidRDefault="00E96F4F" w:rsidP="00934C5D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verificării fișei de proiect cu titlul </w:t>
      </w:r>
      <w:bookmarkStart w:id="1" w:name="_Hlk48741827"/>
      <w:r w:rsidR="00641A32" w:rsidRPr="00641A32">
        <w:rPr>
          <w:rFonts w:asciiTheme="minorHAnsi" w:hAnsiTheme="minorHAnsi" w:cstheme="minorHAnsi"/>
          <w:lang w:val="ro-RO"/>
        </w:rPr>
        <w:t>„...</w:t>
      </w:r>
      <w:bookmarkEnd w:id="1"/>
      <w:r w:rsidRPr="00641A32">
        <w:rPr>
          <w:rFonts w:asciiTheme="minorHAnsi" w:hAnsiTheme="minorHAnsi" w:cstheme="minorHAnsi"/>
          <w:lang w:val="ro-RO"/>
        </w:rPr>
        <w:t xml:space="preserve">”, depusă în scopul obținerii finanțării pentru </w:t>
      </w:r>
      <w:r w:rsidR="00641A32" w:rsidRPr="00641A32">
        <w:rPr>
          <w:rFonts w:asciiTheme="minorHAnsi" w:hAnsiTheme="minorHAnsi" w:cstheme="minorHAnsi"/>
          <w:lang w:val="ro-RO"/>
        </w:rPr>
        <w:t>elaborarea</w:t>
      </w:r>
      <w:r w:rsidRPr="00641A32">
        <w:rPr>
          <w:rFonts w:asciiTheme="minorHAnsi" w:hAnsiTheme="minorHAnsi" w:cstheme="minorHAnsi"/>
          <w:lang w:val="ro-RO"/>
        </w:rPr>
        <w:t xml:space="preserve"> documentației tehnico-economice</w:t>
      </w:r>
      <w:r w:rsidR="00641A32" w:rsidRPr="00641A32">
        <w:rPr>
          <w:rFonts w:asciiTheme="minorHAnsi" w:hAnsiTheme="minorHAnsi" w:cstheme="minorHAnsi"/>
          <w:lang w:val="ro-RO"/>
        </w:rPr>
        <w:t>,</w:t>
      </w:r>
      <w:r w:rsidRPr="00641A32">
        <w:rPr>
          <w:rFonts w:asciiTheme="minorHAnsi" w:hAnsiTheme="minorHAnsi" w:cstheme="minorHAnsi"/>
          <w:lang w:val="ro-RO"/>
        </w:rPr>
        <w:t xml:space="preserve"> în condițiile OUG nr.</w:t>
      </w:r>
      <w:r w:rsidR="00641A32" w:rsidRPr="00641A32">
        <w:rPr>
          <w:rFonts w:asciiTheme="minorHAnsi" w:hAnsiTheme="minorHAnsi" w:cstheme="minorHAnsi"/>
          <w:lang w:val="ro-RO"/>
        </w:rPr>
        <w:t xml:space="preserve"> </w:t>
      </w:r>
      <w:r w:rsidRPr="00641A32">
        <w:rPr>
          <w:rFonts w:asciiTheme="minorHAnsi" w:hAnsiTheme="minorHAnsi" w:cstheme="minorHAnsi"/>
          <w:lang w:val="ro-RO"/>
        </w:rPr>
        <w:t xml:space="preserve">88/ 2020, </w:t>
      </w:r>
      <w:r w:rsidR="004335FD" w:rsidRPr="00641A32">
        <w:rPr>
          <w:rFonts w:asciiTheme="minorHAnsi" w:hAnsiTheme="minorHAnsi" w:cstheme="minorHAnsi"/>
          <w:lang w:val="ro-RO"/>
        </w:rPr>
        <w:t xml:space="preserve">aceasta a fost declarată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>CONFORMĂ</w:t>
      </w:r>
      <w:r w:rsidR="00D03EEF">
        <w:rPr>
          <w:rFonts w:asciiTheme="minorHAnsi" w:hAnsiTheme="minorHAnsi" w:cstheme="minorHAnsi"/>
          <w:b/>
          <w:bCs/>
          <w:lang w:val="ro-RO"/>
        </w:rPr>
        <w:t xml:space="preserve">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 xml:space="preserve"> ADMINISTRATIV ȘI ELIGIBILĂ</w:t>
      </w:r>
      <w:r w:rsidR="00D03EEF">
        <w:rPr>
          <w:rFonts w:asciiTheme="minorHAnsi" w:hAnsiTheme="minorHAnsi" w:cstheme="minorHAnsi"/>
          <w:lang w:val="ro-RO"/>
        </w:rPr>
        <w:t xml:space="preserve">, obținând </w:t>
      </w:r>
      <w:r w:rsidR="00D03EEF" w:rsidRPr="00D03EEF">
        <w:rPr>
          <w:rFonts w:asciiTheme="minorHAnsi" w:hAnsiTheme="minorHAnsi" w:cstheme="minorHAnsi"/>
          <w:lang w:val="ro-RO"/>
        </w:rPr>
        <w:t xml:space="preserve">„DA” la toate criteriile din </w:t>
      </w:r>
      <w:r w:rsidR="006F3661">
        <w:rPr>
          <w:rFonts w:asciiTheme="minorHAnsi" w:hAnsiTheme="minorHAnsi" w:cstheme="minorHAnsi"/>
          <w:lang w:val="ro-RO"/>
        </w:rPr>
        <w:t>„G</w:t>
      </w:r>
      <w:r w:rsidR="00D03EEF" w:rsidRPr="00D03EEF">
        <w:rPr>
          <w:rFonts w:asciiTheme="minorHAnsi" w:hAnsiTheme="minorHAnsi" w:cstheme="minorHAnsi"/>
          <w:lang w:val="ro-RO"/>
        </w:rPr>
        <w:t>rilă</w:t>
      </w:r>
      <w:r w:rsidR="006F3661">
        <w:rPr>
          <w:rFonts w:asciiTheme="minorHAnsi" w:hAnsiTheme="minorHAnsi" w:cstheme="minorHAnsi"/>
          <w:lang w:val="ro-RO"/>
        </w:rPr>
        <w:t xml:space="preserve"> verificare Conformitate Administrativă și Eligibilitate fișă proiect” (Ane</w:t>
      </w:r>
      <w:r w:rsidR="006F3661" w:rsidRPr="00435565">
        <w:rPr>
          <w:rFonts w:asciiTheme="minorHAnsi" w:hAnsiTheme="minorHAnsi" w:cstheme="minorHAnsi"/>
          <w:lang w:val="ro-RO"/>
        </w:rPr>
        <w:t>xa</w:t>
      </w:r>
      <w:r w:rsidR="00736883">
        <w:rPr>
          <w:rFonts w:asciiTheme="minorHAnsi" w:hAnsiTheme="minorHAnsi" w:cstheme="minorHAnsi"/>
          <w:lang w:val="ro-RO"/>
        </w:rPr>
        <w:t xml:space="preserve"> 6</w:t>
      </w:r>
      <w:r w:rsidR="006F3661">
        <w:rPr>
          <w:rFonts w:asciiTheme="minorHAnsi" w:hAnsiTheme="minorHAnsi" w:cstheme="minorHAnsi"/>
          <w:lang w:val="ro-RO"/>
        </w:rPr>
        <w:t xml:space="preserve"> la </w:t>
      </w:r>
      <w:r w:rsidR="006F3661" w:rsidRPr="006F3661">
        <w:rPr>
          <w:rFonts w:asciiTheme="minorHAnsi" w:hAnsiTheme="minorHAnsi" w:cstheme="minorHAnsi"/>
          <w:lang w:val="ro-RO"/>
        </w:rPr>
        <w:t>Metodologia de Selec</w:t>
      </w:r>
      <w:r w:rsidR="006F3661">
        <w:rPr>
          <w:rFonts w:asciiTheme="minorHAnsi" w:hAnsiTheme="minorHAnsi" w:cstheme="minorHAnsi"/>
          <w:lang w:val="ro-RO"/>
        </w:rPr>
        <w:t>ți</w:t>
      </w:r>
      <w:r w:rsidR="006F3661" w:rsidRPr="006F3661">
        <w:rPr>
          <w:rFonts w:asciiTheme="minorHAnsi" w:hAnsiTheme="minorHAnsi" w:cstheme="minorHAnsi"/>
          <w:lang w:val="ro-RO"/>
        </w:rPr>
        <w:t>e a fi</w:t>
      </w:r>
      <w:r w:rsidR="006F3661">
        <w:rPr>
          <w:rFonts w:asciiTheme="minorHAnsi" w:hAnsiTheme="minorHAnsi" w:cstheme="minorHAnsi"/>
          <w:lang w:val="ro-RO"/>
        </w:rPr>
        <w:t>ș</w:t>
      </w:r>
      <w:r w:rsidR="006F3661" w:rsidRPr="006F3661">
        <w:rPr>
          <w:rFonts w:asciiTheme="minorHAnsi" w:hAnsiTheme="minorHAnsi" w:cstheme="minorHAnsi"/>
          <w:lang w:val="ro-RO"/>
        </w:rPr>
        <w:t>elor de proiect</w:t>
      </w:r>
      <w:r w:rsidR="00934C5D">
        <w:rPr>
          <w:rFonts w:asciiTheme="minorHAnsi" w:hAnsiTheme="minorHAnsi" w:cstheme="minorHAnsi"/>
          <w:lang w:val="ro-RO"/>
        </w:rPr>
        <w:t xml:space="preserve"> </w:t>
      </w:r>
      <w:r w:rsidR="00934C5D" w:rsidRPr="00934C5D">
        <w:rPr>
          <w:rFonts w:asciiTheme="minorHAnsi" w:hAnsiTheme="minorHAnsi" w:cstheme="minorHAnsi"/>
          <w:lang w:val="ro-RO"/>
        </w:rPr>
        <w:t>de</w:t>
      </w:r>
      <w:r w:rsidR="00934C5D">
        <w:rPr>
          <w:rFonts w:asciiTheme="minorHAnsi" w:hAnsiTheme="minorHAnsi" w:cstheme="minorHAnsi"/>
          <w:lang w:val="ro-RO"/>
        </w:rPr>
        <w:t>p</w:t>
      </w:r>
      <w:r w:rsidR="00934C5D" w:rsidRPr="00934C5D">
        <w:rPr>
          <w:rFonts w:asciiTheme="minorHAnsi" w:hAnsiTheme="minorHAnsi" w:cstheme="minorHAnsi"/>
          <w:lang w:val="ro-RO"/>
        </w:rPr>
        <w:t>use pentru preg</w:t>
      </w:r>
      <w:r w:rsidR="00934C5D">
        <w:rPr>
          <w:rFonts w:asciiTheme="minorHAnsi" w:hAnsiTheme="minorHAnsi" w:cstheme="minorHAnsi"/>
          <w:lang w:val="ro-RO"/>
        </w:rPr>
        <w:t>ă</w:t>
      </w:r>
      <w:r w:rsidR="00934C5D" w:rsidRPr="00934C5D">
        <w:rPr>
          <w:rFonts w:asciiTheme="minorHAnsi" w:hAnsiTheme="minorHAnsi" w:cstheme="minorHAnsi"/>
          <w:lang w:val="ro-RO"/>
        </w:rPr>
        <w:t>tirea de documenta</w:t>
      </w:r>
      <w:r w:rsidR="00934C5D">
        <w:rPr>
          <w:rFonts w:asciiTheme="minorHAnsi" w:hAnsiTheme="minorHAnsi" w:cstheme="minorHAnsi"/>
          <w:lang w:val="ro-RO"/>
        </w:rPr>
        <w:t>ț</w:t>
      </w:r>
      <w:r w:rsidR="00934C5D" w:rsidRPr="00934C5D">
        <w:rPr>
          <w:rFonts w:asciiTheme="minorHAnsi" w:hAnsiTheme="minorHAnsi" w:cstheme="minorHAnsi"/>
          <w:lang w:val="ro-RO"/>
        </w:rPr>
        <w:t>ii tehnico-economice</w:t>
      </w:r>
      <w:r w:rsidR="00934C5D">
        <w:rPr>
          <w:rFonts w:asciiTheme="minorHAnsi" w:hAnsiTheme="minorHAnsi" w:cstheme="minorHAnsi"/>
          <w:lang w:val="ro-RO"/>
        </w:rPr>
        <w:t xml:space="preserve">, </w:t>
      </w:r>
      <w:r w:rsidR="00934C5D" w:rsidRPr="00934C5D">
        <w:rPr>
          <w:rFonts w:asciiTheme="minorHAnsi" w:hAnsiTheme="minorHAnsi" w:cstheme="minorHAnsi"/>
          <w:lang w:val="ro-RO"/>
        </w:rPr>
        <w:t>ADR Sud Muntenia</w:t>
      </w:r>
      <w:r w:rsidR="00934C5D">
        <w:rPr>
          <w:rFonts w:asciiTheme="minorHAnsi" w:hAnsiTheme="minorHAnsi" w:cstheme="minorHAnsi"/>
          <w:lang w:val="ro-RO"/>
        </w:rPr>
        <w:t>).</w:t>
      </w:r>
    </w:p>
    <w:p w14:paraId="1C81CC1E" w14:textId="77777777" w:rsidR="00D03EEF" w:rsidRDefault="00D03EEF" w:rsidP="00641A32">
      <w:pPr>
        <w:jc w:val="both"/>
        <w:rPr>
          <w:rFonts w:asciiTheme="minorHAnsi" w:hAnsiTheme="minorHAnsi" w:cstheme="minorHAnsi"/>
          <w:lang w:val="ro-RO"/>
        </w:rPr>
      </w:pPr>
    </w:p>
    <w:p w14:paraId="3731AE20" w14:textId="28D10DA8" w:rsidR="00004448" w:rsidRPr="00641A32" w:rsidRDefault="00004448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De asemenea, ținând cont de faptul că sumele solicitate din POAT pentru elaborarea documentațiilor tehnico-economice pot depăși  alocare</w:t>
      </w:r>
      <w:r w:rsidR="00215C99">
        <w:rPr>
          <w:rFonts w:asciiTheme="minorHAnsi" w:hAnsiTheme="minorHAnsi" w:cstheme="minorHAnsi"/>
          <w:szCs w:val="20"/>
        </w:rPr>
        <w:t>a regională</w:t>
      </w:r>
      <w:r w:rsidRPr="00641A32">
        <w:rPr>
          <w:rFonts w:asciiTheme="minorHAnsi" w:hAnsiTheme="minorHAnsi" w:cstheme="minorHAnsi"/>
          <w:szCs w:val="20"/>
        </w:rPr>
        <w:t>, acolo unde este cazul, vă rugăm să aveți în vedere angajarea acestor diferențe din bugetul propriu al solicitantului până la identificarea eventualelor economii.</w:t>
      </w:r>
    </w:p>
    <w:p w14:paraId="33430562" w14:textId="77777777" w:rsidR="00EA2A1A" w:rsidRDefault="00EA2A1A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7F1CAC2" w14:textId="3CC69DA2" w:rsidR="00E96F4F" w:rsidRPr="00641A32" w:rsidRDefault="00EA2A1A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Menționăm că, d</w:t>
      </w:r>
      <w:r w:rsidRPr="00EA2A1A">
        <w:rPr>
          <w:rFonts w:asciiTheme="minorHAnsi" w:hAnsiTheme="minorHAnsi" w:cstheme="minorHAnsi"/>
          <w:szCs w:val="20"/>
        </w:rPr>
        <w:t xml:space="preserve">upă finalizarea evaluării </w:t>
      </w:r>
      <w:r>
        <w:rPr>
          <w:rFonts w:asciiTheme="minorHAnsi" w:hAnsiTheme="minorHAnsi" w:cstheme="minorHAnsi"/>
          <w:szCs w:val="20"/>
        </w:rPr>
        <w:t xml:space="preserve">tuturor </w:t>
      </w:r>
      <w:r w:rsidRPr="00EA2A1A">
        <w:rPr>
          <w:rFonts w:asciiTheme="minorHAnsi" w:hAnsiTheme="minorHAnsi" w:cstheme="minorHAnsi"/>
          <w:szCs w:val="20"/>
        </w:rPr>
        <w:t>fișelor</w:t>
      </w:r>
      <w:r>
        <w:rPr>
          <w:rFonts w:asciiTheme="minorHAnsi" w:hAnsiTheme="minorHAnsi" w:cstheme="minorHAnsi"/>
          <w:szCs w:val="20"/>
        </w:rPr>
        <w:t xml:space="preserve"> depuse în apelurile lansate</w:t>
      </w:r>
      <w:r w:rsidRPr="00EA2A1A">
        <w:rPr>
          <w:rFonts w:asciiTheme="minorHAnsi" w:hAnsiTheme="minorHAnsi" w:cstheme="minorHAnsi"/>
          <w:szCs w:val="20"/>
        </w:rPr>
        <w:t>,</w:t>
      </w:r>
      <w:r>
        <w:rPr>
          <w:rFonts w:asciiTheme="minorHAnsi" w:hAnsiTheme="minorHAnsi" w:cstheme="minorHAnsi"/>
          <w:szCs w:val="20"/>
        </w:rPr>
        <w:t xml:space="preserve"> </w:t>
      </w:r>
      <w:r w:rsidRPr="00EA2A1A">
        <w:rPr>
          <w:rFonts w:asciiTheme="minorHAnsi" w:hAnsiTheme="minorHAnsi" w:cstheme="minorHAnsi"/>
          <w:szCs w:val="20"/>
        </w:rPr>
        <w:t>lista fișelor de proiecte</w:t>
      </w:r>
      <w:r>
        <w:rPr>
          <w:rFonts w:asciiTheme="minorHAnsi" w:hAnsiTheme="minorHAnsi" w:cstheme="minorHAnsi"/>
          <w:szCs w:val="20"/>
        </w:rPr>
        <w:t xml:space="preserve"> declarate conforme și eligibile</w:t>
      </w:r>
      <w:r w:rsidRPr="00EA2A1A">
        <w:rPr>
          <w:rFonts w:asciiTheme="minorHAnsi" w:hAnsiTheme="minorHAnsi" w:cstheme="minorHAnsi"/>
          <w:szCs w:val="20"/>
        </w:rPr>
        <w:t xml:space="preserve"> va fi transmisă, spre aprobare</w:t>
      </w:r>
      <w:r>
        <w:rPr>
          <w:rFonts w:asciiTheme="minorHAnsi" w:hAnsiTheme="minorHAnsi" w:cstheme="minorHAnsi"/>
          <w:szCs w:val="20"/>
        </w:rPr>
        <w:t>,</w:t>
      </w:r>
      <w:r w:rsidRPr="00EA2A1A">
        <w:rPr>
          <w:rFonts w:asciiTheme="minorHAnsi" w:hAnsiTheme="minorHAnsi" w:cstheme="minorHAnsi"/>
          <w:szCs w:val="20"/>
        </w:rPr>
        <w:t xml:space="preserve"> Consiliului pentru Dezvoltare Regională Sud Muntenia (CpDR).</w:t>
      </w:r>
    </w:p>
    <w:p w14:paraId="249EF7D1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AAC6DF3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1FC32BD" w14:textId="0195CB7F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23337AB1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8F69FB6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7859C090" w14:textId="77777777" w:rsidR="00766FD1" w:rsidRPr="00641A32" w:rsidRDefault="00766FD1" w:rsidP="00641A32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b/>
          <w:szCs w:val="20"/>
        </w:rPr>
      </w:pPr>
      <w:r w:rsidRPr="00641A32">
        <w:rPr>
          <w:rFonts w:asciiTheme="minorHAnsi" w:hAnsiTheme="minorHAnsi" w:cstheme="minorHAnsi"/>
          <w:szCs w:val="20"/>
        </w:rPr>
        <w:tab/>
      </w:r>
      <w:r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263D3E0A" w14:textId="3A2D6136" w:rsidR="00766FD1" w:rsidRPr="00641A32" w:rsidRDefault="00766FD1" w:rsidP="00641A32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Director</w:t>
      </w:r>
      <w:r w:rsidR="00E117E0">
        <w:rPr>
          <w:rFonts w:asciiTheme="minorHAnsi" w:hAnsiTheme="minorHAnsi" w:cstheme="minorHAnsi"/>
          <w:szCs w:val="20"/>
        </w:rPr>
        <w:t xml:space="preserve"> </w:t>
      </w:r>
      <w:r w:rsidR="00435565">
        <w:rPr>
          <w:rFonts w:asciiTheme="minorHAnsi" w:hAnsiTheme="minorHAnsi" w:cstheme="minorHAnsi"/>
          <w:szCs w:val="20"/>
        </w:rPr>
        <w:t xml:space="preserve">Direcția </w:t>
      </w:r>
      <w:r w:rsidRPr="00641A32">
        <w:rPr>
          <w:rFonts w:asciiTheme="minorHAnsi" w:hAnsiTheme="minorHAnsi" w:cstheme="minorHAnsi"/>
          <w:szCs w:val="20"/>
        </w:rPr>
        <w:t>Dezvoltare</w:t>
      </w:r>
    </w:p>
    <w:p w14:paraId="1681C480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51A565AC" w14:textId="77777777" w:rsidR="00641A32" w:rsidRDefault="00641A32" w:rsidP="00641A32">
      <w:pPr>
        <w:rPr>
          <w:rFonts w:asciiTheme="minorHAnsi" w:hAnsiTheme="minorHAnsi" w:cstheme="minorHAnsi"/>
          <w:lang w:val="ro-RO"/>
        </w:rPr>
      </w:pPr>
    </w:p>
    <w:p w14:paraId="7D922AE4" w14:textId="4C8A2641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6AEA78EE" w14:textId="77777777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14B39725" w14:textId="48BA31F8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A1BD488" w14:textId="08B52C4B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970E648" w14:textId="6B3F1200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598FC59F" w14:textId="77777777" w:rsidR="00CA71BA" w:rsidRPr="009E107C" w:rsidRDefault="00CA71BA" w:rsidP="00CA71BA">
      <w:pPr>
        <w:rPr>
          <w:rFonts w:asciiTheme="minorHAnsi" w:hAnsiTheme="minorHAnsi" w:cstheme="minorHAnsi"/>
          <w:b/>
          <w:bCs/>
          <w:sz w:val="22"/>
          <w:szCs w:val="24"/>
          <w:lang w:val="ro-RO"/>
        </w:rPr>
      </w:pPr>
    </w:p>
    <w:p w14:paraId="508751E1" w14:textId="77777777" w:rsidR="009E107C" w:rsidRDefault="009E107C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7B9D45DE" w14:textId="2811DE3B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9E107C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NOTIFICARE </w:t>
      </w:r>
    </w:p>
    <w:p w14:paraId="5B8E3F12" w14:textId="77777777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9E107C">
        <w:rPr>
          <w:rFonts w:asciiTheme="minorHAnsi" w:hAnsiTheme="minorHAnsi" w:cstheme="minorHAnsi"/>
          <w:b/>
          <w:bCs/>
          <w:sz w:val="24"/>
          <w:szCs w:val="24"/>
          <w:lang w:val="ro-RO"/>
        </w:rPr>
        <w:t>privind rezultatul etapei de verificare a Conformității Administrative și a Eligibilității (CAE)</w:t>
      </w:r>
    </w:p>
    <w:p w14:paraId="7B168541" w14:textId="77777777" w:rsidR="00CA71BA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2A030826" w14:textId="77777777" w:rsidR="00CA71BA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CA71BA" w:rsidRPr="003A381A" w14:paraId="475402B9" w14:textId="77777777" w:rsidTr="00134C62">
        <w:tc>
          <w:tcPr>
            <w:tcW w:w="485" w:type="dxa"/>
            <w:tcBorders>
              <w:bottom w:val="single" w:sz="4" w:space="0" w:color="auto"/>
            </w:tcBorders>
          </w:tcPr>
          <w:p w14:paraId="515C6542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1F2DD86" wp14:editId="1D293247">
                  <wp:extent cx="112395" cy="112395"/>
                  <wp:effectExtent l="0" t="0" r="1905" b="1905"/>
                  <wp:docPr id="2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60A56B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4517BF6B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B173EE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05D49490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D03EEF" w14:paraId="5B319891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7CF945B3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07A840A" wp14:editId="072860F5">
                  <wp:extent cx="112395" cy="112395"/>
                  <wp:effectExtent l="0" t="0" r="1905" b="1905"/>
                  <wp:docPr id="3" name="Picture 3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01F3E3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04735E04" w14:textId="77777777" w:rsidR="00CA71BA" w:rsidRPr="003A381A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58EA68F7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33C9AE5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B86109" w14:paraId="65331AB6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18B6DA87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331C4B01" wp14:editId="5F764173">
                  <wp:extent cx="112395" cy="112395"/>
                  <wp:effectExtent l="0" t="0" r="1905" b="1905"/>
                  <wp:docPr id="4" name="Picture 4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39EA3D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6A43EE11" w14:textId="77777777" w:rsidR="00CA71BA" w:rsidRPr="00B86109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B10F018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63D7B477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CA71BA" w:rsidRPr="00532313" w14:paraId="5B3964F6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74949E0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B9BBAE" wp14:editId="2E61F96C">
                  <wp:extent cx="112395" cy="112395"/>
                  <wp:effectExtent l="0" t="0" r="1905" b="1905"/>
                  <wp:docPr id="5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047F00D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509F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BCDE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E6E704" w14:textId="0A51B76E" w:rsidR="00CA71BA" w:rsidRPr="00532313" w:rsidRDefault="00CA71BA" w:rsidP="00CA71BA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2A7E6535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3E3096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FAA7DB2" wp14:editId="4AA51138">
                  <wp:extent cx="112395" cy="112395"/>
                  <wp:effectExtent l="0" t="0" r="1905" b="1905"/>
                  <wp:docPr id="9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7ECC50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4F8D1C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verificare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lang w:val="fr-FR"/>
              </w:rPr>
              <w:t>CAE</w:t>
            </w:r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E556D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404176F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CA71BA" w:rsidRPr="00532313" w14:paraId="44DE62BC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4DFD7CE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0AE14F9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16740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7122DA4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11D875A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1E45C0F8" w14:textId="77777777" w:rsidTr="00134C62">
        <w:tc>
          <w:tcPr>
            <w:tcW w:w="1970" w:type="dxa"/>
            <w:gridSpan w:val="3"/>
          </w:tcPr>
          <w:p w14:paraId="227E946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6D0EE4B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6F682E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0ACD847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095F0B6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7508AD4D" w14:textId="77777777" w:rsidR="00CA71BA" w:rsidRPr="00641A32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68ED608D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759DEB8B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46622A0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Domn,</w:t>
      </w:r>
    </w:p>
    <w:p w14:paraId="3EF35C8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1931AF44" w14:textId="77777777" w:rsidR="00CA71BA" w:rsidRPr="00641A32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</w:p>
    <w:p w14:paraId="221D7FB9" w14:textId="77777777" w:rsidR="00CA71BA" w:rsidRPr="00641A32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3EFB1843" w14:textId="03834A4F" w:rsidR="00352759" w:rsidRDefault="00352759" w:rsidP="00352759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verificării fișei de proiect cu titlul „...”, depusă în scopul obținerii finanțării pentru elaborarea documentației tehnico-economice, în condițiile OUG nr. 88/ 2020, aceasta a fost declarată </w:t>
      </w:r>
      <w:r>
        <w:rPr>
          <w:rFonts w:asciiTheme="minorHAnsi" w:hAnsiTheme="minorHAnsi" w:cstheme="minorHAnsi"/>
          <w:b/>
          <w:bCs/>
          <w:lang w:val="ro-RO"/>
        </w:rPr>
        <w:t xml:space="preserve">NECONFORMĂ </w:t>
      </w:r>
      <w:r w:rsidRPr="00641A32">
        <w:rPr>
          <w:rFonts w:asciiTheme="minorHAnsi" w:hAnsiTheme="minorHAnsi" w:cstheme="minorHAnsi"/>
          <w:b/>
          <w:bCs/>
          <w:lang w:val="ro-RO"/>
        </w:rPr>
        <w:t>ADMINISTRATIV</w:t>
      </w:r>
      <w:r>
        <w:rPr>
          <w:rFonts w:asciiTheme="minorHAnsi" w:hAnsiTheme="minorHAnsi" w:cstheme="minorHAnsi"/>
          <w:b/>
          <w:bCs/>
          <w:lang w:val="ro-RO"/>
        </w:rPr>
        <w:t>/</w:t>
      </w:r>
      <w:r w:rsidRPr="00D03EEF"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b/>
          <w:bCs/>
          <w:lang w:val="ro-RO"/>
        </w:rPr>
        <w:t>NE</w:t>
      </w:r>
      <w:r w:rsidRPr="00641A32">
        <w:rPr>
          <w:rFonts w:asciiTheme="minorHAnsi" w:hAnsiTheme="minorHAnsi" w:cstheme="minorHAnsi"/>
          <w:b/>
          <w:bCs/>
          <w:lang w:val="ro-RO"/>
        </w:rPr>
        <w:t>ELIGIBILĂ</w:t>
      </w:r>
      <w:r>
        <w:rPr>
          <w:rFonts w:asciiTheme="minorHAnsi" w:hAnsiTheme="minorHAnsi" w:cstheme="minorHAnsi"/>
          <w:b/>
          <w:bCs/>
          <w:lang w:val="ro-RO"/>
        </w:rPr>
        <w:t xml:space="preserve">, </w:t>
      </w:r>
      <w:r w:rsidRPr="00D03EEF">
        <w:rPr>
          <w:rFonts w:asciiTheme="minorHAnsi" w:hAnsiTheme="minorHAnsi" w:cstheme="minorHAnsi"/>
          <w:lang w:val="ro-RO"/>
        </w:rPr>
        <w:t>deoarece ac</w:t>
      </w:r>
      <w:r>
        <w:rPr>
          <w:rFonts w:asciiTheme="minorHAnsi" w:hAnsiTheme="minorHAnsi" w:cstheme="minorHAnsi"/>
          <w:lang w:val="ro-RO"/>
        </w:rPr>
        <w:t>e</w:t>
      </w:r>
      <w:r w:rsidRPr="00D03EEF">
        <w:rPr>
          <w:rFonts w:asciiTheme="minorHAnsi" w:hAnsiTheme="minorHAnsi" w:cstheme="minorHAnsi"/>
          <w:lang w:val="ro-RO"/>
        </w:rPr>
        <w:t>asta nu a</w:t>
      </w:r>
      <w:r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lang w:val="ro-RO"/>
        </w:rPr>
        <w:t xml:space="preserve">obținut </w:t>
      </w:r>
      <w:r w:rsidRPr="00D03EEF">
        <w:rPr>
          <w:rFonts w:asciiTheme="minorHAnsi" w:hAnsiTheme="minorHAnsi" w:cstheme="minorHAnsi"/>
          <w:lang w:val="ro-RO"/>
        </w:rPr>
        <w:t>„DA” la toate criteriile din grilă</w:t>
      </w:r>
      <w:r>
        <w:rPr>
          <w:rFonts w:asciiTheme="minorHAnsi" w:hAnsiTheme="minorHAnsi" w:cstheme="minorHAnsi"/>
          <w:lang w:val="ro-RO"/>
        </w:rPr>
        <w:t xml:space="preserve"> de verificare</w:t>
      </w:r>
      <w:r w:rsidR="00C50F76">
        <w:rPr>
          <w:rFonts w:asciiTheme="minorHAnsi" w:hAnsiTheme="minorHAnsi" w:cstheme="minorHAnsi"/>
          <w:lang w:val="ro-RO"/>
        </w:rPr>
        <w:t xml:space="preserve"> (Anexa</w:t>
      </w:r>
      <w:r w:rsidR="00736883">
        <w:rPr>
          <w:rFonts w:asciiTheme="minorHAnsi" w:hAnsiTheme="minorHAnsi" w:cstheme="minorHAnsi"/>
          <w:lang w:val="ro-RO"/>
        </w:rPr>
        <w:t xml:space="preserve"> 6</w:t>
      </w:r>
      <w:r w:rsidR="00C50F76">
        <w:rPr>
          <w:rFonts w:asciiTheme="minorHAnsi" w:hAnsiTheme="minorHAnsi" w:cstheme="minorHAnsi"/>
          <w:lang w:val="ro-RO"/>
        </w:rPr>
        <w:t>)</w:t>
      </w:r>
      <w:r>
        <w:rPr>
          <w:rFonts w:asciiTheme="minorHAnsi" w:hAnsiTheme="minorHAnsi" w:cstheme="minorHAnsi"/>
          <w:lang w:val="ro-RO"/>
        </w:rPr>
        <w:t>, astfel: .....</w:t>
      </w:r>
    </w:p>
    <w:p w14:paraId="41DEA0F9" w14:textId="77777777" w:rsidR="00352759" w:rsidRPr="00641A32" w:rsidRDefault="00352759" w:rsidP="00352759">
      <w:pPr>
        <w:jc w:val="both"/>
        <w:rPr>
          <w:rFonts w:asciiTheme="minorHAnsi" w:hAnsiTheme="minorHAnsi" w:cstheme="minorHAnsi"/>
          <w:lang w:val="ro-RO"/>
        </w:rPr>
      </w:pPr>
    </w:p>
    <w:p w14:paraId="64D79BFE" w14:textId="77777777" w:rsidR="00352759" w:rsidRPr="00641A32" w:rsidRDefault="00352759" w:rsidP="00352759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3E88457A" w14:textId="6E34DB3C" w:rsidR="00352759" w:rsidRPr="00DB2F1B" w:rsidRDefault="00352759" w:rsidP="00352759">
      <w:pPr>
        <w:jc w:val="both"/>
        <w:rPr>
          <w:rFonts w:asciiTheme="minorHAnsi" w:hAnsiTheme="minorHAnsi" w:cstheme="minorHAnsi"/>
          <w:lang w:val="fr-FR"/>
        </w:rPr>
      </w:pPr>
      <w:proofErr w:type="spellStart"/>
      <w:r w:rsidRPr="00DB2F1B">
        <w:rPr>
          <w:rFonts w:asciiTheme="minorHAnsi" w:hAnsiTheme="minorHAnsi" w:cstheme="minorHAnsi"/>
          <w:lang w:val="fr-FR"/>
        </w:rPr>
        <w:t>Mențion</w:t>
      </w:r>
      <w:proofErr w:type="spellEnd"/>
      <w:r>
        <w:rPr>
          <w:rFonts w:asciiTheme="minorHAnsi" w:hAnsiTheme="minorHAnsi" w:cstheme="minorHAnsi"/>
          <w:lang w:val="ro-RO"/>
        </w:rPr>
        <w:t xml:space="preserve">ăm că aveți </w:t>
      </w:r>
      <w:proofErr w:type="spellStart"/>
      <w:r w:rsidRPr="00DB2F1B">
        <w:rPr>
          <w:rFonts w:asciiTheme="minorHAnsi" w:hAnsiTheme="minorHAnsi" w:cstheme="minorHAnsi"/>
          <w:lang w:val="fr-FR"/>
        </w:rPr>
        <w:t>posibilitatea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redepunerii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acestei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fișe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DB2F1B">
        <w:rPr>
          <w:rFonts w:asciiTheme="minorHAnsi" w:hAnsiTheme="minorHAnsi" w:cstheme="minorHAnsi"/>
          <w:lang w:val="fr-FR"/>
        </w:rPr>
        <w:t>proiect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revizuită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DB2F1B">
        <w:rPr>
          <w:rFonts w:asciiTheme="minorHAnsi" w:hAnsiTheme="minorHAnsi" w:cstheme="minorHAnsi"/>
          <w:lang w:val="fr-FR"/>
        </w:rPr>
        <w:t>în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termenul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aferent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acestui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apel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de</w:t>
      </w:r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depunere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respectiv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r w:rsidR="000E0353">
        <w:rPr>
          <w:rFonts w:asciiTheme="minorHAnsi" w:hAnsiTheme="minorHAnsi" w:cstheme="minorHAnsi"/>
          <w:lang w:val="fr-FR"/>
        </w:rPr>
        <w:t>………</w:t>
      </w:r>
      <w:r>
        <w:rPr>
          <w:rFonts w:asciiTheme="minorHAnsi" w:hAnsiTheme="minorHAnsi" w:cstheme="minorHAnsi"/>
          <w:lang w:val="fr-FR"/>
        </w:rPr>
        <w:t>.</w:t>
      </w:r>
    </w:p>
    <w:p w14:paraId="4CA13D87" w14:textId="77777777" w:rsidR="00CA71BA" w:rsidRPr="00641A32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60C2369D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5B60552" w14:textId="7B6D2CFB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66399C3" w14:textId="560E9BFD" w:rsidR="00EF0317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9832410" w14:textId="77777777" w:rsidR="00EF0317" w:rsidRPr="00641A32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2F6DDEE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53AC9D58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01D276B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197DF450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0125CA2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2B7875D7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b/>
          <w:szCs w:val="20"/>
        </w:rPr>
      </w:pPr>
      <w:r w:rsidRPr="00641A32">
        <w:rPr>
          <w:rFonts w:asciiTheme="minorHAnsi" w:hAnsiTheme="minorHAnsi" w:cstheme="minorHAnsi"/>
          <w:szCs w:val="20"/>
        </w:rPr>
        <w:tab/>
      </w:r>
      <w:r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474D7B6B" w14:textId="3DA734A0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Director</w:t>
      </w:r>
      <w:r w:rsidR="00435565">
        <w:rPr>
          <w:rFonts w:asciiTheme="minorHAnsi" w:hAnsiTheme="minorHAnsi" w:cstheme="minorHAnsi"/>
          <w:szCs w:val="20"/>
        </w:rPr>
        <w:t xml:space="preserve"> Direcția</w:t>
      </w:r>
      <w:r w:rsidR="00E117E0">
        <w:rPr>
          <w:rFonts w:asciiTheme="minorHAnsi" w:hAnsiTheme="minorHAnsi" w:cstheme="minorHAnsi"/>
          <w:szCs w:val="20"/>
        </w:rPr>
        <w:t xml:space="preserve"> </w:t>
      </w:r>
      <w:r w:rsidRPr="00641A32">
        <w:rPr>
          <w:rFonts w:asciiTheme="minorHAnsi" w:hAnsiTheme="minorHAnsi" w:cstheme="minorHAnsi"/>
          <w:szCs w:val="20"/>
        </w:rPr>
        <w:t>Dezvoltare</w:t>
      </w:r>
    </w:p>
    <w:p w14:paraId="02848833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3169B537" w14:textId="77777777" w:rsidR="00CA71BA" w:rsidRDefault="00CA71BA" w:rsidP="00CA71BA">
      <w:pPr>
        <w:rPr>
          <w:rFonts w:asciiTheme="minorHAnsi" w:hAnsiTheme="minorHAnsi" w:cstheme="minorHAnsi"/>
          <w:lang w:val="ro-RO"/>
        </w:rPr>
      </w:pPr>
    </w:p>
    <w:p w14:paraId="770935BB" w14:textId="4D118185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33A2A8FA" w14:textId="02395A9D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6D55D9B4" w14:textId="118DAFBA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039B3B2E" w14:textId="753A078F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sectPr w:rsidR="00352759" w:rsidSect="00736883">
      <w:headerReference w:type="default" r:id="rId8"/>
      <w:footerReference w:type="even" r:id="rId9"/>
      <w:footerReference w:type="default" r:id="rId10"/>
      <w:pgSz w:w="11909" w:h="16834" w:code="9"/>
      <w:pgMar w:top="2293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74379" w14:textId="77777777" w:rsidR="006F184F" w:rsidRDefault="006F184F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4E23AE81" w14:textId="77777777" w:rsidR="006F184F" w:rsidRDefault="006F184F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B57E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5DC07BA3" w14:textId="77777777" w:rsidR="00107D4D" w:rsidRDefault="00107D4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EC90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</w:p>
  <w:p w14:paraId="72D14007" w14:textId="77777777" w:rsidR="00107D4D" w:rsidRDefault="00107D4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  <w:r>
      <w:rPr>
        <w:sz w:val="17"/>
        <w:szCs w:val="17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024E3" w14:textId="77777777" w:rsidR="006F184F" w:rsidRDefault="006F184F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6D035733" w14:textId="77777777" w:rsidR="006F184F" w:rsidRDefault="006F184F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D31C" w14:textId="37F2ABE7" w:rsidR="00736883" w:rsidRDefault="00736883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0AB4B55" wp14:editId="71A9B297">
          <wp:simplePos x="0" y="0"/>
          <wp:positionH relativeFrom="page">
            <wp:posOffset>1981835</wp:posOffset>
          </wp:positionH>
          <wp:positionV relativeFrom="paragraph">
            <wp:posOffset>-147955</wp:posOffset>
          </wp:positionV>
          <wp:extent cx="3438525" cy="892175"/>
          <wp:effectExtent l="0" t="0" r="0" b="0"/>
          <wp:wrapSquare wrapText="bothSides"/>
          <wp:docPr id="350218278" name="Picture 350218278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E02ECB" w14:textId="77777777" w:rsidR="00736883" w:rsidRDefault="00736883">
    <w:pPr>
      <w:pStyle w:val="Header"/>
      <w:rPr>
        <w:noProof/>
      </w:rPr>
    </w:pPr>
  </w:p>
  <w:p w14:paraId="28A64015" w14:textId="77777777" w:rsidR="00736883" w:rsidRDefault="00736883">
    <w:pPr>
      <w:pStyle w:val="Header"/>
      <w:rPr>
        <w:noProof/>
      </w:rPr>
    </w:pPr>
  </w:p>
  <w:p w14:paraId="32386DD3" w14:textId="0F9A9DBD" w:rsidR="00736883" w:rsidRDefault="00736883">
    <w:pPr>
      <w:pStyle w:val="Header"/>
      <w:rPr>
        <w:noProof/>
      </w:rPr>
    </w:pPr>
  </w:p>
  <w:p w14:paraId="7E90186C" w14:textId="77777777" w:rsidR="00736883" w:rsidRDefault="00736883">
    <w:pPr>
      <w:pStyle w:val="Header"/>
      <w:rPr>
        <w:noProof/>
      </w:rPr>
    </w:pPr>
  </w:p>
  <w:p w14:paraId="5847A1E0" w14:textId="5B5DC8F1" w:rsidR="00736883" w:rsidRDefault="00736883">
    <w:pPr>
      <w:pStyle w:val="Header"/>
      <w:rPr>
        <w:noProof/>
      </w:rPr>
    </w:pPr>
  </w:p>
  <w:p w14:paraId="0D8332CF" w14:textId="4E57669E" w:rsidR="00736883" w:rsidRPr="00736883" w:rsidRDefault="00736883" w:rsidP="00736883">
    <w:pPr>
      <w:jc w:val="right"/>
      <w:rPr>
        <w:rFonts w:asciiTheme="minorHAnsi" w:hAnsiTheme="minorHAnsi" w:cstheme="minorHAnsi"/>
        <w:i/>
        <w:iCs/>
        <w:sz w:val="18"/>
        <w:szCs w:val="18"/>
        <w:lang w:val="fr-FR"/>
      </w:rPr>
    </w:pPr>
    <w:proofErr w:type="spellStart"/>
    <w:proofErr w:type="gramStart"/>
    <w:r w:rsidRPr="00736883">
      <w:rPr>
        <w:rFonts w:asciiTheme="minorHAnsi" w:hAnsiTheme="minorHAnsi" w:cstheme="minorHAnsi"/>
        <w:i/>
        <w:iCs/>
        <w:sz w:val="18"/>
        <w:szCs w:val="18"/>
        <w:lang w:val="fr-FR"/>
      </w:rPr>
      <w:t>Anexa</w:t>
    </w:r>
    <w:proofErr w:type="spellEnd"/>
    <w:r w:rsidRPr="00736883">
      <w:rPr>
        <w:rFonts w:asciiTheme="minorHAnsi" w:hAnsiTheme="minorHAnsi" w:cstheme="minorHAnsi"/>
        <w:i/>
        <w:iCs/>
        <w:sz w:val="18"/>
        <w:szCs w:val="18"/>
        <w:lang w:val="fr-FR"/>
      </w:rPr>
      <w:t xml:space="preserve">  7</w:t>
    </w:r>
    <w:proofErr w:type="gramEnd"/>
  </w:p>
  <w:p w14:paraId="03E25244" w14:textId="54F61319" w:rsidR="00E96F4F" w:rsidRDefault="00E96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5955D5"/>
    <w:multiLevelType w:val="hybridMultilevel"/>
    <w:tmpl w:val="3126FDB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292441156">
    <w:abstractNumId w:val="17"/>
  </w:num>
  <w:num w:numId="2" w16cid:durableId="194848322">
    <w:abstractNumId w:val="15"/>
  </w:num>
  <w:num w:numId="3" w16cid:durableId="195892769">
    <w:abstractNumId w:val="8"/>
  </w:num>
  <w:num w:numId="4" w16cid:durableId="247278284">
    <w:abstractNumId w:val="6"/>
  </w:num>
  <w:num w:numId="5" w16cid:durableId="465243048">
    <w:abstractNumId w:val="3"/>
  </w:num>
  <w:num w:numId="6" w16cid:durableId="1324771289">
    <w:abstractNumId w:val="0"/>
  </w:num>
  <w:num w:numId="7" w16cid:durableId="1926303363">
    <w:abstractNumId w:val="19"/>
  </w:num>
  <w:num w:numId="8" w16cid:durableId="1116831402">
    <w:abstractNumId w:val="10"/>
  </w:num>
  <w:num w:numId="9" w16cid:durableId="1554122302">
    <w:abstractNumId w:val="9"/>
  </w:num>
  <w:num w:numId="10" w16cid:durableId="866211868">
    <w:abstractNumId w:val="1"/>
  </w:num>
  <w:num w:numId="11" w16cid:durableId="1394163177">
    <w:abstractNumId w:val="20"/>
  </w:num>
  <w:num w:numId="12" w16cid:durableId="1683045274">
    <w:abstractNumId w:val="4"/>
  </w:num>
  <w:num w:numId="13" w16cid:durableId="1862545657">
    <w:abstractNumId w:val="18"/>
  </w:num>
  <w:num w:numId="14" w16cid:durableId="1388870085">
    <w:abstractNumId w:val="14"/>
  </w:num>
  <w:num w:numId="15" w16cid:durableId="800339576">
    <w:abstractNumId w:val="7"/>
  </w:num>
  <w:num w:numId="16" w16cid:durableId="1467816534">
    <w:abstractNumId w:val="5"/>
  </w:num>
  <w:num w:numId="17" w16cid:durableId="754059786">
    <w:abstractNumId w:val="11"/>
  </w:num>
  <w:num w:numId="18" w16cid:durableId="385758657">
    <w:abstractNumId w:val="13"/>
  </w:num>
  <w:num w:numId="19" w16cid:durableId="1662999562">
    <w:abstractNumId w:val="12"/>
  </w:num>
  <w:num w:numId="20" w16cid:durableId="561597740">
    <w:abstractNumId w:val="16"/>
  </w:num>
  <w:num w:numId="21" w16cid:durableId="1759869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48A"/>
    <w:rsid w:val="00004448"/>
    <w:rsid w:val="000259EC"/>
    <w:rsid w:val="0004005A"/>
    <w:rsid w:val="000A4C4E"/>
    <w:rsid w:val="000B5B56"/>
    <w:rsid w:val="000D44F1"/>
    <w:rsid w:val="000E0353"/>
    <w:rsid w:val="00107B2A"/>
    <w:rsid w:val="00107D4D"/>
    <w:rsid w:val="00152E3D"/>
    <w:rsid w:val="00175514"/>
    <w:rsid w:val="001B29B6"/>
    <w:rsid w:val="001C0DF1"/>
    <w:rsid w:val="00215C99"/>
    <w:rsid w:val="002740B2"/>
    <w:rsid w:val="00280B83"/>
    <w:rsid w:val="002C3F7B"/>
    <w:rsid w:val="002E5B0E"/>
    <w:rsid w:val="002F55BF"/>
    <w:rsid w:val="0031770C"/>
    <w:rsid w:val="003202B5"/>
    <w:rsid w:val="00352759"/>
    <w:rsid w:val="0036378F"/>
    <w:rsid w:val="00380000"/>
    <w:rsid w:val="003A2CDA"/>
    <w:rsid w:val="003A381A"/>
    <w:rsid w:val="003B5807"/>
    <w:rsid w:val="004335FD"/>
    <w:rsid w:val="00435565"/>
    <w:rsid w:val="00441EEE"/>
    <w:rsid w:val="00455D97"/>
    <w:rsid w:val="004B58AE"/>
    <w:rsid w:val="004E4261"/>
    <w:rsid w:val="00530C07"/>
    <w:rsid w:val="006026B1"/>
    <w:rsid w:val="00630D25"/>
    <w:rsid w:val="00641A32"/>
    <w:rsid w:val="006555D7"/>
    <w:rsid w:val="006A5414"/>
    <w:rsid w:val="006B7C1A"/>
    <w:rsid w:val="006F184F"/>
    <w:rsid w:val="006F3661"/>
    <w:rsid w:val="0070765E"/>
    <w:rsid w:val="00714196"/>
    <w:rsid w:val="00736883"/>
    <w:rsid w:val="0074155A"/>
    <w:rsid w:val="00766FD1"/>
    <w:rsid w:val="00772A84"/>
    <w:rsid w:val="007A5004"/>
    <w:rsid w:val="007C6B2F"/>
    <w:rsid w:val="007F3D9A"/>
    <w:rsid w:val="008177A3"/>
    <w:rsid w:val="0085053D"/>
    <w:rsid w:val="00873908"/>
    <w:rsid w:val="0092440D"/>
    <w:rsid w:val="00934C5D"/>
    <w:rsid w:val="00940E11"/>
    <w:rsid w:val="00971A92"/>
    <w:rsid w:val="009D413E"/>
    <w:rsid w:val="009E107C"/>
    <w:rsid w:val="009F4715"/>
    <w:rsid w:val="00A30DF4"/>
    <w:rsid w:val="00A70FBE"/>
    <w:rsid w:val="00A7108B"/>
    <w:rsid w:val="00A929C4"/>
    <w:rsid w:val="00A945BB"/>
    <w:rsid w:val="00AC748A"/>
    <w:rsid w:val="00B86109"/>
    <w:rsid w:val="00BD65A7"/>
    <w:rsid w:val="00BE0007"/>
    <w:rsid w:val="00C23D9A"/>
    <w:rsid w:val="00C50F76"/>
    <w:rsid w:val="00CA71B7"/>
    <w:rsid w:val="00CA71BA"/>
    <w:rsid w:val="00CB6713"/>
    <w:rsid w:val="00CD731F"/>
    <w:rsid w:val="00D03EEF"/>
    <w:rsid w:val="00D10022"/>
    <w:rsid w:val="00D87310"/>
    <w:rsid w:val="00DE1FD5"/>
    <w:rsid w:val="00E00A0B"/>
    <w:rsid w:val="00E117E0"/>
    <w:rsid w:val="00E35AF3"/>
    <w:rsid w:val="00E7409F"/>
    <w:rsid w:val="00E96F4F"/>
    <w:rsid w:val="00EA2A1A"/>
    <w:rsid w:val="00EF0317"/>
    <w:rsid w:val="00EF4F2A"/>
    <w:rsid w:val="00F17DE4"/>
    <w:rsid w:val="00F274F8"/>
    <w:rsid w:val="00F40920"/>
    <w:rsid w:val="00F43015"/>
    <w:rsid w:val="00F4604A"/>
    <w:rsid w:val="00F9606F"/>
    <w:rsid w:val="00FA13FA"/>
    <w:rsid w:val="00FB279E"/>
    <w:rsid w:val="00FD30C6"/>
    <w:rsid w:val="00FD35A2"/>
    <w:rsid w:val="00FE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8175C"/>
  <w15:chartTrackingRefBased/>
  <w15:docId w15:val="{CD6037ED-F48E-462C-B697-140A448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table" w:styleId="TableGrid">
    <w:name w:val="Table Grid"/>
    <w:basedOn w:val="TableNormal"/>
    <w:uiPriority w:val="59"/>
    <w:unhideWhenUsed/>
    <w:rsid w:val="00E96F4F"/>
    <w:pPr>
      <w:ind w:left="357" w:hanging="357"/>
      <w:jc w:val="both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E96F4F"/>
    <w:pPr>
      <w:numPr>
        <w:numId w:val="20"/>
      </w:numPr>
      <w:spacing w:before="120" w:after="120"/>
      <w:jc w:val="both"/>
    </w:pPr>
    <w:rPr>
      <w:rFonts w:ascii="Trebuchet MS" w:hAnsi="Trebuchet MS" w:cs="Arial"/>
      <w:szCs w:val="24"/>
      <w:lang w:val="ro-RO" w:eastAsia="en-US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phChar"/>
    <w:uiPriority w:val="34"/>
    <w:qFormat/>
    <w:rsid w:val="002C3F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2C3F7B"/>
    <w:rPr>
      <w:rFonts w:ascii="Calibri" w:eastAsia="Calibri" w:hAnsi="Calibr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3A381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I.dot</Template>
  <TotalTime>6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U V E R N U L  R O M Â N I E I</vt:lpstr>
    </vt:vector>
  </TitlesOfParts>
  <Company>PDSR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Cristina Radu</cp:lastModifiedBy>
  <cp:revision>4</cp:revision>
  <cp:lastPrinted>2007-06-26T08:21:00Z</cp:lastPrinted>
  <dcterms:created xsi:type="dcterms:W3CDTF">2023-06-27T11:17:00Z</dcterms:created>
  <dcterms:modified xsi:type="dcterms:W3CDTF">2023-07-04T08:08:00Z</dcterms:modified>
</cp:coreProperties>
</file>